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921E95" w:rsidRDefault="00CD6897" w14:paraId="2F29B525" w14:textId="7524323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E960BB" w:rsidR="00921E95">
        <w:rPr>
          <w:rFonts w:ascii="Corbel" w:hAnsi="Corbel"/>
          <w:bCs/>
          <w:i/>
        </w:rPr>
        <w:t>Załącznik nr 1.5 do Zarządzenia Rektora UR  nr 12/2019</w:t>
      </w:r>
    </w:p>
    <w:p w:rsidRPr="009C54AE" w:rsidR="0085747A" w:rsidP="009C54AE" w:rsidRDefault="0085747A" w14:paraId="6E170CF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574DA9" w:rsidRDefault="0071620A" w14:paraId="0558D58B" w14:textId="7BD2547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74DA9" w:rsidR="00DC6D0C">
        <w:rPr>
          <w:rFonts w:ascii="Corbel" w:hAnsi="Corbel"/>
          <w:i/>
          <w:smallCaps/>
          <w:sz w:val="24"/>
          <w:szCs w:val="24"/>
        </w:rPr>
        <w:t>202</w:t>
      </w:r>
      <w:r w:rsidR="00FA26B4">
        <w:rPr>
          <w:rFonts w:ascii="Corbel" w:hAnsi="Corbel"/>
          <w:i/>
          <w:smallCaps/>
          <w:sz w:val="24"/>
          <w:szCs w:val="24"/>
        </w:rPr>
        <w:t>2</w:t>
      </w:r>
      <w:r w:rsidRPr="00574DA9" w:rsidR="00DC6D0C">
        <w:rPr>
          <w:rFonts w:ascii="Corbel" w:hAnsi="Corbel"/>
          <w:i/>
          <w:smallCaps/>
          <w:sz w:val="24"/>
          <w:szCs w:val="24"/>
        </w:rPr>
        <w:t>-202</w:t>
      </w:r>
      <w:r w:rsidR="00FA26B4">
        <w:rPr>
          <w:rFonts w:ascii="Corbel" w:hAnsi="Corbel"/>
          <w:i/>
          <w:smallCaps/>
          <w:sz w:val="24"/>
          <w:szCs w:val="24"/>
        </w:rPr>
        <w:t>5</w:t>
      </w:r>
    </w:p>
    <w:p w:rsidRPr="00EA4832" w:rsidR="00445970" w:rsidP="00574DA9" w:rsidRDefault="00445970" w14:paraId="251F5679" w14:textId="39ACC4B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1836820" w:rsidR="00445970">
        <w:rPr>
          <w:rFonts w:ascii="Corbel" w:hAnsi="Corbel"/>
          <w:sz w:val="20"/>
          <w:szCs w:val="20"/>
        </w:rPr>
        <w:t>R</w:t>
      </w:r>
      <w:r w:rsidRPr="11836820" w:rsidR="00574DA9">
        <w:rPr>
          <w:rFonts w:ascii="Corbel" w:hAnsi="Corbel"/>
          <w:sz w:val="20"/>
          <w:szCs w:val="20"/>
        </w:rPr>
        <w:t>ok akademicki   2024</w:t>
      </w:r>
      <w:r w:rsidRPr="11836820" w:rsidR="00574DA9">
        <w:rPr>
          <w:rFonts w:ascii="Corbel" w:hAnsi="Corbel"/>
          <w:sz w:val="20"/>
          <w:szCs w:val="20"/>
        </w:rPr>
        <w:t>/20</w:t>
      </w:r>
      <w:r w:rsidRPr="11836820" w:rsidR="00373DF9">
        <w:rPr>
          <w:rFonts w:ascii="Corbel" w:hAnsi="Corbel"/>
          <w:sz w:val="20"/>
          <w:szCs w:val="20"/>
        </w:rPr>
        <w:t>25</w:t>
      </w:r>
      <w:bookmarkStart w:name="_GoBack" w:id="0"/>
      <w:bookmarkEnd w:id="0"/>
    </w:p>
    <w:p w:rsidRPr="009C54AE" w:rsidR="0085747A" w:rsidP="009C54AE" w:rsidRDefault="0085747A" w14:paraId="3E452C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ED2EF4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1836820" w14:paraId="0F4A0FF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D3291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4DA9" w14:paraId="17F439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Pr="009C54AE" w:rsidR="0085747A" w:rsidTr="11836820" w14:paraId="69B97E17" w14:textId="77777777">
        <w:tc>
          <w:tcPr>
            <w:tcW w:w="2694" w:type="dxa"/>
            <w:tcMar/>
            <w:vAlign w:val="center"/>
          </w:tcPr>
          <w:p w:rsidRPr="009C54AE" w:rsidR="0085747A" w:rsidP="00AC4281" w:rsidRDefault="00C05F44" w14:paraId="275416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4DA9" w14:paraId="5FFF8C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/C1</w:t>
            </w:r>
          </w:p>
        </w:tc>
      </w:tr>
      <w:tr w:rsidRPr="009C54AE" w:rsidR="0085747A" w:rsidTr="11836820" w14:paraId="63429184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0C27272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39A51AF" w:rsidRDefault="005F2831" w14:paraId="5516B5A0" w14:textId="0C8341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1836820" w14:paraId="0EB9B31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D55F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2831" w14:paraId="13B7D6D7" w14:textId="74C388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11836820" w14:paraId="10F4BD4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189A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4DA9" w14:paraId="1BE73B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11836820" w14:paraId="5B71FB6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80D8C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F2831" w14:paraId="5AC89110" w14:textId="17DEF8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11836820" w14:paraId="0BA80A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C6DA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DC723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1836820" w14:paraId="563C1CD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B36F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6D50C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1836820" w14:paraId="3139A6C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2C82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1836820" w:rsidRDefault="005F2831" w14:paraId="558A2EFE" w14:textId="30F57A6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1836820" w:rsidR="005F2831">
              <w:rPr>
                <w:rFonts w:ascii="Corbel" w:hAnsi="Corbel"/>
                <w:b w:val="0"/>
                <w:bCs w:val="0"/>
                <w:sz w:val="24"/>
                <w:szCs w:val="24"/>
              </w:rPr>
              <w:t>III/6</w:t>
            </w:r>
          </w:p>
        </w:tc>
      </w:tr>
      <w:tr w:rsidRPr="009C54AE" w:rsidR="0085747A" w:rsidTr="11836820" w14:paraId="4AD2E63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C01E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74DA9" w:rsidRDefault="0017512A" w14:paraId="64667C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11836820" w14:paraId="61D308D3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7D691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F2831" w14:paraId="1D8DBE87" w14:textId="1EFC1E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11836820" w14:paraId="51BBD12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0660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4DA9" w14:paraId="27C1D2A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Pr="009C54AE" w:rsidR="0085747A" w:rsidTr="11836820" w14:paraId="7029631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D536F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1836820" w:rsidRDefault="00574DA9" w14:paraId="74E0D3C7" w14:textId="3C7D404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1836820" w:rsidR="00574DA9">
              <w:rPr>
                <w:rFonts w:ascii="Corbel" w:hAnsi="Corbel"/>
                <w:b w:val="0"/>
                <w:bCs w:val="0"/>
                <w:sz w:val="24"/>
                <w:szCs w:val="24"/>
              </w:rPr>
              <w:t>Dr hab., prof. UR Tomasz Potocki</w:t>
            </w:r>
          </w:p>
        </w:tc>
      </w:tr>
    </w:tbl>
    <w:p w:rsidR="00923D7D" w:rsidP="009C54AE" w:rsidRDefault="00923D7D" w14:paraId="7ECB5579" w14:textId="4939A103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F2831" w:rsidR="005F2831" w:rsidP="009C54AE" w:rsidRDefault="005F2831" w14:paraId="42E2D2EC" w14:textId="267773C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:rsidRPr="009C54AE" w:rsidR="00574DA9" w:rsidP="009C54AE" w:rsidRDefault="00574DA9" w14:paraId="599B075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B76066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9E056D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11836820" w14:paraId="57EA683E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E6F48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E42CF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40D78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C4F2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A68A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1BB4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F028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E479D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C7F28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530F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E82B8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1836820" w14:paraId="5DE2E88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11836820" w:rsidRDefault="005F2831" w14:paraId="56ADFE45" w14:textId="5E264A2F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11836820" w:rsidR="1183682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4616B" w14:paraId="6C007E8C" w14:textId="1EB4BD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4616B" w:rsidRDefault="0024616B" w14:paraId="6A03A6C2" w14:textId="2AA080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92161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0B4C2D1" w14:textId="1AF149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A289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38B12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947C0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0A3A8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74DA9" w14:paraId="018EC9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4FF09D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72A368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8148C4" w:rsidR="000E704B" w:rsidP="000E704B" w:rsidRDefault="000E704B" w14:paraId="2EDEBED4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8148C4">
        <w:rPr>
          <w:rStyle w:val="normaltextrun"/>
          <w:rFonts w:ascii="Wingdings" w:hAnsi="Wingdings" w:eastAsia="Wingdings" w:cs="Wingdings"/>
        </w:rPr>
        <w:t>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proofErr w:type="spellStart"/>
      <w:r w:rsidRPr="008148C4">
        <w:rPr>
          <w:rStyle w:val="spellingerror"/>
          <w:rFonts w:ascii="Corbel" w:hAnsi="Corbel"/>
        </w:rPr>
        <w:t>Teams</w:t>
      </w:r>
      <w:proofErr w:type="spellEnd"/>
      <w:r w:rsidRPr="008148C4">
        <w:rPr>
          <w:rStyle w:val="spellingerror"/>
          <w:rFonts w:ascii="Corbel" w:hAnsi="Corbel"/>
        </w:rPr>
        <w:t>)</w:t>
      </w:r>
      <w:r w:rsidRPr="008148C4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0E704B" w:rsidP="000E704B" w:rsidRDefault="000E704B" w14:paraId="324B8E2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58E5DB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51E0D5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6CF30BD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149E4" w:rsidR="00AC4281" w:rsidP="00AC4281" w:rsidRDefault="00AC4281" w14:paraId="431AF2C7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:rsidR="00E960BB" w:rsidP="009C54AE" w:rsidRDefault="00E960BB" w14:paraId="7BE09FD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362173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C4281" w:rsidP="009C54AE" w:rsidRDefault="00AC4281" w14:paraId="15214D5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9D84E35" w14:textId="77777777">
        <w:tc>
          <w:tcPr>
            <w:tcW w:w="9670" w:type="dxa"/>
          </w:tcPr>
          <w:p w:rsidRPr="009C54AE" w:rsidR="0085747A" w:rsidP="0078638C" w:rsidRDefault="00CD1552" w14:paraId="39A174B3" w14:textId="77777777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:rsidRPr="009C54AE" w:rsidR="0085747A" w:rsidP="009C54AE" w:rsidRDefault="0085747A" w14:paraId="0206CC4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5A3D35D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947BA9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FCD4C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20565B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41D129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AA68EBB" w14:textId="77777777">
        <w:tc>
          <w:tcPr>
            <w:tcW w:w="851" w:type="dxa"/>
            <w:vAlign w:val="center"/>
          </w:tcPr>
          <w:p w:rsidRPr="009C54AE" w:rsidR="0085747A" w:rsidP="009C54AE" w:rsidRDefault="0085747A" w14:paraId="1A604D7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8638C" w:rsidR="0085747A" w:rsidP="0078638C" w:rsidRDefault="0078638C" w14:paraId="7B893AE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Pr="009C54AE" w:rsidR="0078638C" w:rsidTr="00923D7D" w14:paraId="4DC28268" w14:textId="77777777">
        <w:tc>
          <w:tcPr>
            <w:tcW w:w="851" w:type="dxa"/>
            <w:vAlign w:val="center"/>
          </w:tcPr>
          <w:p w:rsidRPr="009C54AE" w:rsidR="0078638C" w:rsidP="009C54AE" w:rsidRDefault="0078638C" w14:paraId="42BE86D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330EC5" w:rsidR="0078638C" w:rsidP="0078638C" w:rsidRDefault="0078638C" w14:paraId="2248611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Pr="009C54AE" w:rsidR="0078638C" w:rsidTr="00923D7D" w14:paraId="53D3FBFA" w14:textId="77777777">
        <w:tc>
          <w:tcPr>
            <w:tcW w:w="851" w:type="dxa"/>
            <w:vAlign w:val="center"/>
          </w:tcPr>
          <w:p w:rsidRPr="009C54AE" w:rsidR="0078638C" w:rsidP="009C54AE" w:rsidRDefault="0078638C" w14:paraId="3A11A6B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330EC5" w:rsidR="0078638C" w:rsidP="0078638C" w:rsidRDefault="0078638C" w14:paraId="5234EF7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Pr="009C54AE" w:rsidR="0078638C" w:rsidTr="00923D7D" w14:paraId="39C48FDA" w14:textId="77777777">
        <w:tc>
          <w:tcPr>
            <w:tcW w:w="851" w:type="dxa"/>
            <w:vAlign w:val="center"/>
          </w:tcPr>
          <w:p w:rsidRPr="009C54AE" w:rsidR="0078638C" w:rsidP="009C54AE" w:rsidRDefault="0078638C" w14:paraId="06768BC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330EC5" w:rsidR="0078638C" w:rsidP="0078638C" w:rsidRDefault="0078638C" w14:paraId="0CDDF31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Pr="009C54AE" w:rsidR="0078638C" w:rsidTr="00923D7D" w14:paraId="5D64974E" w14:textId="77777777">
        <w:tc>
          <w:tcPr>
            <w:tcW w:w="851" w:type="dxa"/>
            <w:vAlign w:val="center"/>
          </w:tcPr>
          <w:p w:rsidR="0078638C" w:rsidP="009C54AE" w:rsidRDefault="0078638C" w14:paraId="44CF82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330EC5" w:rsidR="0078638C" w:rsidP="0078638C" w:rsidRDefault="0078638C" w14:paraId="67D7D07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:rsidRPr="009C54AE" w:rsidR="0085747A" w:rsidP="009C54AE" w:rsidRDefault="0085747A" w14:paraId="770D68C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8793AD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DD2111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48C87C9D" w14:paraId="3BDD2FCB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3EE726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44CE38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3A4E91" w:rsidRDefault="0085747A" w14:paraId="366AD7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85747A" w:rsidTr="48C87C9D" w14:paraId="5526D209" w14:textId="77777777">
        <w:tc>
          <w:tcPr>
            <w:tcW w:w="1701" w:type="dxa"/>
            <w:tcMar/>
          </w:tcPr>
          <w:p w:rsidRPr="009C54AE" w:rsidR="0085747A" w:rsidP="009C54AE" w:rsidRDefault="0085747A" w14:paraId="2F7F4F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00EC239A" w:rsidRDefault="00EC239A" w14:paraId="420EF454" w14:textId="77777777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  <w:tcMar/>
          </w:tcPr>
          <w:p w:rsidR="2401A1C1" w:rsidP="69ECBBB4" w:rsidRDefault="2401A1C1" w14:paraId="7F27A1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:rsidRPr="009C54AE" w:rsidR="00EC239A" w:rsidP="69ECBBB4" w:rsidRDefault="00EC239A" w14:paraId="303DFD2F" w14:textId="4D938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Pr="009C54AE" w:rsidR="0085747A" w:rsidTr="48C87C9D" w14:paraId="1E84CE7E" w14:textId="77777777">
        <w:tc>
          <w:tcPr>
            <w:tcW w:w="1701" w:type="dxa"/>
            <w:tcMar/>
          </w:tcPr>
          <w:p w:rsidRPr="009C54AE" w:rsidR="0085747A" w:rsidP="009C54AE" w:rsidRDefault="0085747A" w14:paraId="4D5474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69ECBBB4" w:rsidRDefault="00EC239A" w14:paraId="3C08BB96" w14:textId="3706F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  <w:tcMar/>
          </w:tcPr>
          <w:p w:rsidR="00021178" w:rsidP="00EC239A" w:rsidRDefault="00021178" w14:paraId="754B2BAE" w14:textId="7C993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EC239A" w:rsidP="00EC239A" w:rsidRDefault="00EC239A" w14:paraId="36114C53" w14:textId="23F125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Pr="00EC239A" w:rsidR="0085747A" w:rsidP="00EC239A" w:rsidRDefault="0085747A" w14:paraId="50A9D608" w14:textId="77777777">
            <w:pPr>
              <w:jc w:val="center"/>
            </w:pPr>
          </w:p>
        </w:tc>
      </w:tr>
      <w:tr w:rsidRPr="009C54AE" w:rsidR="00EC239A" w:rsidTr="48C87C9D" w14:paraId="631ABE14" w14:textId="77777777">
        <w:tc>
          <w:tcPr>
            <w:tcW w:w="1701" w:type="dxa"/>
            <w:tcMar/>
          </w:tcPr>
          <w:p w:rsidRPr="009C54AE" w:rsidR="00EC239A" w:rsidP="009C54AE" w:rsidRDefault="00EC239A" w14:paraId="67F28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EC239A" w:rsidP="009C54AE" w:rsidRDefault="00EC239A" w14:paraId="5F086E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  <w:tcMar/>
          </w:tcPr>
          <w:p w:rsidRPr="009C54AE" w:rsidR="00EC239A" w:rsidP="00EC239A" w:rsidRDefault="00EC239A" w14:paraId="617F13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EC239A" w:rsidTr="48C87C9D" w14:paraId="3AB9ABC9" w14:textId="77777777">
        <w:tc>
          <w:tcPr>
            <w:tcW w:w="1701" w:type="dxa"/>
            <w:tcMar/>
          </w:tcPr>
          <w:p w:rsidR="00EC239A" w:rsidP="009C54AE" w:rsidRDefault="00EC239A" w14:paraId="13FAFD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9C54AE" w:rsidR="00EC239A" w:rsidP="69ECBBB4" w:rsidRDefault="00EC239A" w14:paraId="1ECE8CA0" w14:textId="5B9075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Pr="69ECBBB4" w:rsidR="5C18B5F7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  <w:tcMar/>
          </w:tcPr>
          <w:p w:rsidR="00021178" w:rsidP="00EC239A" w:rsidRDefault="00021178" w14:paraId="34C513CB" w14:textId="4199D0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EC239A" w:rsidP="00EC239A" w:rsidRDefault="00EC239A" w14:paraId="74F5863A" w14:textId="1C6048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C54AE" w:rsidR="00EC239A" w:rsidP="00EC239A" w:rsidRDefault="00EC239A" w14:paraId="0A2B50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EC239A" w:rsidTr="48C87C9D" w14:paraId="3097B67E" w14:textId="77777777">
        <w:tc>
          <w:tcPr>
            <w:tcW w:w="1701" w:type="dxa"/>
            <w:tcMar/>
          </w:tcPr>
          <w:p w:rsidR="00EC239A" w:rsidP="009C54AE" w:rsidRDefault="00EC239A" w14:paraId="000002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="00EC239A" w:rsidP="009C54AE" w:rsidRDefault="00EC239A" w14:paraId="1B6729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  <w:tcMar/>
          </w:tcPr>
          <w:p w:rsidRPr="004D170A" w:rsidR="00EC239A" w:rsidP="13AF7A2A" w:rsidRDefault="00EC239A" w14:paraId="40129480" w14:textId="0D3992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AF7A2A" w:rsidR="00EC239A">
              <w:rPr>
                <w:rFonts w:ascii="Corbel" w:hAnsi="Corbel"/>
                <w:b w:val="0"/>
                <w:bCs w:val="0"/>
                <w:caps w:val="0"/>
                <w:smallCaps w:val="0"/>
              </w:rPr>
              <w:t>K_K03</w:t>
            </w:r>
          </w:p>
          <w:p w:rsidRPr="004D170A" w:rsidR="00EC239A" w:rsidP="48C87C9D" w:rsidRDefault="00EC239A" w14:paraId="5FB7FDFD" w14:textId="042807B4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48C87C9D" w:rsidR="13AF7A2A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K_K05</w:t>
            </w:r>
          </w:p>
        </w:tc>
      </w:tr>
    </w:tbl>
    <w:p w:rsidR="008E7580" w:rsidP="009C54AE" w:rsidRDefault="008E7580" w14:paraId="4740C2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1A76B5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71A55B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856F56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67487B13" w14:textId="77777777">
        <w:tc>
          <w:tcPr>
            <w:tcW w:w="9639" w:type="dxa"/>
          </w:tcPr>
          <w:p w:rsidRPr="009C54AE" w:rsidR="0085747A" w:rsidP="009C54AE" w:rsidRDefault="0085747A" w14:paraId="2B11DC9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51D1AE5" w14:textId="77777777">
        <w:tc>
          <w:tcPr>
            <w:tcW w:w="9639" w:type="dxa"/>
          </w:tcPr>
          <w:p w:rsidRPr="009C54AE" w:rsidR="0085747A" w:rsidP="009C54AE" w:rsidRDefault="008E7580" w14:paraId="62A6692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Pr="009C54AE" w:rsidR="008E7580" w:rsidTr="00923D7D" w14:paraId="7DE69862" w14:textId="77777777">
        <w:tc>
          <w:tcPr>
            <w:tcW w:w="9639" w:type="dxa"/>
          </w:tcPr>
          <w:p w:rsidR="008E7580" w:rsidP="009C54AE" w:rsidRDefault="008E7580" w14:paraId="689D843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Pr="009C54AE" w:rsidR="0085747A" w:rsidTr="00923D7D" w14:paraId="0DDBD9CB" w14:textId="77777777">
        <w:tc>
          <w:tcPr>
            <w:tcW w:w="9639" w:type="dxa"/>
          </w:tcPr>
          <w:p w:rsidRPr="009C54AE" w:rsidR="0085747A" w:rsidP="009C54AE" w:rsidRDefault="008E7580" w14:paraId="1270D65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Pr="009C54AE" w:rsidR="0085747A" w:rsidTr="00923D7D" w14:paraId="7A5C8728" w14:textId="77777777">
        <w:tc>
          <w:tcPr>
            <w:tcW w:w="9639" w:type="dxa"/>
          </w:tcPr>
          <w:p w:rsidRPr="009C54AE" w:rsidR="0085747A" w:rsidP="009C54AE" w:rsidRDefault="008E7580" w14:paraId="463F02D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Pr="009C54AE" w:rsidR="008E7580" w:rsidTr="00923D7D" w14:paraId="5E50A040" w14:textId="77777777">
        <w:tc>
          <w:tcPr>
            <w:tcW w:w="9639" w:type="dxa"/>
          </w:tcPr>
          <w:p w:rsidRPr="009C54AE" w:rsidR="008E7580" w:rsidP="009C54AE" w:rsidRDefault="008E7580" w14:paraId="4ABA0B4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Pr="009C54AE" w:rsidR="008E7580" w:rsidTr="00923D7D" w14:paraId="3EA0E088" w14:textId="77777777">
        <w:tc>
          <w:tcPr>
            <w:tcW w:w="9639" w:type="dxa"/>
          </w:tcPr>
          <w:p w:rsidR="008E7580" w:rsidP="009C54AE" w:rsidRDefault="008E7580" w14:paraId="5620AD3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Pr="009C54AE" w:rsidR="008E7580" w:rsidTr="00923D7D" w14:paraId="74E88515" w14:textId="77777777">
        <w:tc>
          <w:tcPr>
            <w:tcW w:w="9639" w:type="dxa"/>
          </w:tcPr>
          <w:p w:rsidR="008E7580" w:rsidP="009C54AE" w:rsidRDefault="008E7580" w14:paraId="3CD28FE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:rsidR="0085747A" w:rsidP="009C54AE" w:rsidRDefault="0085747A" w14:paraId="17467ED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3A4E91" w:rsidP="009C54AE" w:rsidRDefault="003A4E91" w14:paraId="067D2D5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3A4E91" w:rsidP="009C54AE" w:rsidRDefault="003A4E91" w14:paraId="0B421D2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B81DB1" w:rsidP="009C54AE" w:rsidRDefault="00B81DB1" w14:paraId="02654F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39DAA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2A209E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620C8B3E" w14:textId="77777777">
        <w:tc>
          <w:tcPr>
            <w:tcW w:w="9639" w:type="dxa"/>
          </w:tcPr>
          <w:p w:rsidRPr="009C54AE" w:rsidR="0085747A" w:rsidP="009C54AE" w:rsidRDefault="0085747A" w14:paraId="2D63A06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25451A9" w14:textId="77777777">
        <w:tc>
          <w:tcPr>
            <w:tcW w:w="9639" w:type="dxa"/>
          </w:tcPr>
          <w:p w:rsidRPr="009C54AE" w:rsidR="0085747A" w:rsidP="009C54AE" w:rsidRDefault="008E7580" w14:paraId="1646B9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Pr="009C54AE" w:rsidR="0085747A" w:rsidTr="00923D7D" w14:paraId="5444113F" w14:textId="77777777">
        <w:tc>
          <w:tcPr>
            <w:tcW w:w="9639" w:type="dxa"/>
          </w:tcPr>
          <w:p w:rsidRPr="009C54AE" w:rsidR="0085747A" w:rsidP="009C54AE" w:rsidRDefault="008E7580" w14:paraId="67CD91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Pr="009C54AE" w:rsidR="008E7580" w:rsidTr="00923D7D" w14:paraId="5AC5E608" w14:textId="77777777">
        <w:tc>
          <w:tcPr>
            <w:tcW w:w="9639" w:type="dxa"/>
          </w:tcPr>
          <w:p w:rsidR="008E7580" w:rsidP="009C54AE" w:rsidRDefault="008E7580" w14:paraId="52567B52" w14:textId="689FB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Pr="009C54AE" w:rsidR="0085747A" w:rsidTr="00923D7D" w14:paraId="0403EBF8" w14:textId="77777777">
        <w:tc>
          <w:tcPr>
            <w:tcW w:w="9639" w:type="dxa"/>
          </w:tcPr>
          <w:p w:rsidRPr="009C54AE" w:rsidR="0085747A" w:rsidP="009C54AE" w:rsidRDefault="008E7580" w14:paraId="7516BA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:rsidRPr="009C54AE" w:rsidR="0085747A" w:rsidP="009C54AE" w:rsidRDefault="0085747A" w14:paraId="2580454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EDEFB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7580" w:rsidP="009C54AE" w:rsidRDefault="008E7580" w14:paraId="7711E0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9C54AE" w:rsidRDefault="008E7580" w14:paraId="03EAD1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:rsidRPr="009C54AE" w:rsidR="008E7580" w:rsidP="009C54AE" w:rsidRDefault="008E7580" w14:paraId="628616B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:rsidR="008E7580" w:rsidP="009C54AE" w:rsidRDefault="008E7580" w14:paraId="4D21915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P="009C54AE" w:rsidRDefault="00E960BB" w14:paraId="1BD0A46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E408E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7DA62CC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B113F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FAF0D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4668BB5B" w14:textId="77777777">
        <w:tc>
          <w:tcPr>
            <w:tcW w:w="1985" w:type="dxa"/>
            <w:vAlign w:val="center"/>
          </w:tcPr>
          <w:p w:rsidRPr="009C54AE" w:rsidR="0085747A" w:rsidP="009C54AE" w:rsidRDefault="0071620A" w14:paraId="49A8E3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F1C10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2B17B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DD333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7DC7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E7580" w:rsidTr="003024D7" w14:paraId="031DE37C" w14:textId="77777777">
        <w:tc>
          <w:tcPr>
            <w:tcW w:w="1985" w:type="dxa"/>
          </w:tcPr>
          <w:p w:rsidRPr="009C54AE" w:rsidR="008E7580" w:rsidP="00B773C4" w:rsidRDefault="008E7580" w14:paraId="3AE85E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:rsidR="008E7580" w:rsidP="004D170A" w:rsidRDefault="00021178" w14:paraId="7F863EFC" w14:textId="2A0853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:rsidRPr="009C54AE" w:rsidR="008E7580" w:rsidP="009C54AE" w:rsidRDefault="00021178" w14:paraId="5C2B45B4" w14:textId="189464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8E7580" w:rsidTr="003024D7" w14:paraId="20996E8D" w14:textId="77777777">
        <w:tc>
          <w:tcPr>
            <w:tcW w:w="1985" w:type="dxa"/>
          </w:tcPr>
          <w:p w:rsidRPr="009C54AE" w:rsidR="008E7580" w:rsidP="00B773C4" w:rsidRDefault="008E7580" w14:paraId="2CACBE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8E7580" w:rsidP="004D170A" w:rsidRDefault="00021178" w14:paraId="7A112B4A" w14:textId="7B238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:rsidR="008E7580" w:rsidP="009C54AE" w:rsidRDefault="00021178" w14:paraId="7FB6BDB9" w14:textId="1AB17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Pr="009C54AE" w:rsidR="008E7580" w:rsidTr="003024D7" w14:paraId="02DA7F7B" w14:textId="77777777">
        <w:tc>
          <w:tcPr>
            <w:tcW w:w="1985" w:type="dxa"/>
          </w:tcPr>
          <w:p w:rsidRPr="009C54AE" w:rsidR="008E7580" w:rsidP="00B773C4" w:rsidRDefault="008E7580" w14:paraId="3932D2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8E7580" w:rsidP="004D170A" w:rsidRDefault="00021178" w14:paraId="6DD33879" w14:textId="251B11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8E7580" w:rsidP="009C54AE" w:rsidRDefault="00021178" w14:paraId="5B2A5A63" w14:textId="23A01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4D170A" w:rsidTr="003024D7" w14:paraId="06F7A84D" w14:textId="77777777">
        <w:tc>
          <w:tcPr>
            <w:tcW w:w="1985" w:type="dxa"/>
          </w:tcPr>
          <w:p w:rsidRPr="009C54AE" w:rsidR="004D170A" w:rsidP="00B773C4" w:rsidRDefault="004D170A" w14:paraId="13593A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4D170A" w:rsidP="004D170A" w:rsidRDefault="00021178" w14:paraId="611E3A52" w14:textId="6FD34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:rsidR="004D170A" w:rsidP="009C54AE" w:rsidRDefault="00021178" w14:paraId="5FB03BEC" w14:textId="0B421E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9C54AE" w:rsidR="004D170A" w:rsidTr="003024D7" w14:paraId="70DBCB32" w14:textId="77777777">
        <w:tc>
          <w:tcPr>
            <w:tcW w:w="1985" w:type="dxa"/>
          </w:tcPr>
          <w:p w:rsidRPr="009C54AE" w:rsidR="004D170A" w:rsidP="00B773C4" w:rsidRDefault="004D170A" w14:paraId="660044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4D170A" w:rsidP="004D170A" w:rsidRDefault="00021178" w14:paraId="334160C7" w14:textId="3F6535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:rsidR="004D170A" w:rsidP="009C54AE" w:rsidRDefault="00021178" w14:paraId="6E2A8922" w14:textId="1299D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3B0F22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E9BBF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820715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9ECBBB4" w14:paraId="62E7711C" w14:textId="77777777">
        <w:tc>
          <w:tcPr>
            <w:tcW w:w="9670" w:type="dxa"/>
          </w:tcPr>
          <w:p w:rsidR="0085747A" w:rsidP="69ECBBB4" w:rsidRDefault="790459E9" w14:paraId="1FA93E86" w14:textId="41FAD3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Pr="69ECBBB4" w:rsidR="5B255E41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Pr="69ECBBB4" w:rsidR="075A626C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Pr="69ECBBB4" w:rsidR="07301BE1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:rsidRPr="009C54AE" w:rsidR="00923D7D" w:rsidP="69ECBBB4" w:rsidRDefault="790459E9" w14:paraId="3AD05054" w14:textId="2573CF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Pr="69ECBBB4" w:rsidR="46272EAA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Pr="69ECBBB4" w:rsidR="0AB0421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9ECBBB4" w:rsidR="548CD1B7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Pr="69ECBBB4" w:rsidR="2B54E38B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:rsidRPr="009C54AE" w:rsidR="0085747A" w:rsidP="009C54AE" w:rsidRDefault="0085747A" w14:paraId="64A682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3EB18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D0E9B0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45F44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12343CC5" w14:paraId="736BB3B7" w14:textId="77777777">
        <w:tc>
          <w:tcPr>
            <w:tcW w:w="4962" w:type="dxa"/>
            <w:vAlign w:val="center"/>
          </w:tcPr>
          <w:p w:rsidRPr="009C54AE" w:rsidR="0085747A" w:rsidP="009C54AE" w:rsidRDefault="00C61DC5" w14:paraId="15CCEE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1EB8574" w14:textId="08A67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2343CC5" w14:paraId="3D6CED34" w14:textId="77777777">
        <w:tc>
          <w:tcPr>
            <w:tcW w:w="4962" w:type="dxa"/>
          </w:tcPr>
          <w:p w:rsidRPr="009C54AE" w:rsidR="0085747A" w:rsidP="009C54AE" w:rsidRDefault="00C61DC5" w14:paraId="05DA67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4D170A" w:rsidRDefault="004D170A" w14:paraId="26D466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12343CC5" w14:paraId="11D2AF3A" w14:textId="77777777">
        <w:tc>
          <w:tcPr>
            <w:tcW w:w="4962" w:type="dxa"/>
          </w:tcPr>
          <w:p w:rsidRPr="009C54AE" w:rsidR="00C61DC5" w:rsidP="009C54AE" w:rsidRDefault="00C61DC5" w14:paraId="16D4C0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AE13C35" w14:textId="196894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4D170A" w:rsidRDefault="004D170A" w14:paraId="2DCFA3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12343CC5" w14:paraId="2F264180" w14:textId="77777777">
        <w:tc>
          <w:tcPr>
            <w:tcW w:w="4962" w:type="dxa"/>
          </w:tcPr>
          <w:p w:rsidRPr="009C54AE" w:rsidR="00C61DC5" w:rsidP="001456AB" w:rsidRDefault="00C61DC5" w14:paraId="379A3BD6" w14:textId="522274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:rsidRPr="009C54AE" w:rsidR="00C61DC5" w:rsidP="004D170A" w:rsidRDefault="79E60F69" w14:paraId="32F654F6" w14:textId="0A1FF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1</w:t>
            </w:r>
            <w:r w:rsidRPr="12343CC5" w:rsidR="004D17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12343CC5" w14:paraId="7DE71CAA" w14:textId="77777777">
        <w:tc>
          <w:tcPr>
            <w:tcW w:w="4962" w:type="dxa"/>
          </w:tcPr>
          <w:p w:rsidRPr="009C54AE" w:rsidR="0085747A" w:rsidP="009C54AE" w:rsidRDefault="0085747A" w14:paraId="69ABA7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D170A" w:rsidRDefault="66AE7845" w14:paraId="7934E94D" w14:textId="25652D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12343CC5" w14:paraId="3804CD44" w14:textId="77777777">
        <w:tc>
          <w:tcPr>
            <w:tcW w:w="4962" w:type="dxa"/>
          </w:tcPr>
          <w:p w:rsidRPr="009C54AE" w:rsidR="0085747A" w:rsidP="009C54AE" w:rsidRDefault="0085747A" w14:paraId="2643A2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D170A" w:rsidRDefault="004D170A" w14:paraId="0BCFA54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P="009C54AE" w:rsidRDefault="003E1941" w14:paraId="2B438B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81DB1" w:rsidP="009C54AE" w:rsidRDefault="00B81DB1" w14:paraId="593F6F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1B7A4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D3C5A0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Pr="009C54AE" w:rsidR="0085747A" w:rsidTr="00921E95" w14:paraId="42543481" w14:textId="77777777">
        <w:trPr>
          <w:trHeight w:val="397"/>
        </w:trPr>
        <w:tc>
          <w:tcPr>
            <w:tcW w:w="1955" w:type="pct"/>
          </w:tcPr>
          <w:p w:rsidRPr="009C54AE" w:rsidR="0085747A" w:rsidP="009C54AE" w:rsidRDefault="0085747A" w14:paraId="7F556F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:rsidRPr="009C54AE" w:rsidR="0085747A" w:rsidP="004D170A" w:rsidRDefault="004D170A" w14:paraId="0BB538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921E95" w14:paraId="0761B643" w14:textId="77777777">
        <w:trPr>
          <w:trHeight w:val="397"/>
        </w:trPr>
        <w:tc>
          <w:tcPr>
            <w:tcW w:w="1955" w:type="pct"/>
          </w:tcPr>
          <w:p w:rsidRPr="009C54AE" w:rsidR="0085747A" w:rsidP="009C54AE" w:rsidRDefault="0085747A" w14:paraId="336F23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:rsidRPr="009C54AE" w:rsidR="0085747A" w:rsidP="004D170A" w:rsidRDefault="004D170A" w14:paraId="49A2D8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A99D58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AA13D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6BFB2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69ECBBB4" w14:paraId="33BFF703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63227D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170A" w:rsidP="004D170A" w:rsidRDefault="004D170A" w14:paraId="3D3B305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:rsidR="004D170A" w:rsidP="004D170A" w:rsidRDefault="004D170A" w14:paraId="22B9FD5B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Bankowość, PWE, Warszawa 2011.</w:t>
            </w:r>
          </w:p>
          <w:p w:rsidRPr="009C54AE" w:rsidR="004D170A" w:rsidP="004D170A" w:rsidRDefault="004D170A" w14:paraId="543942AE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Corporate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bankach, Wydawnictwo Uniwersytetu Łódzkiego, Łódź, 2014.</w:t>
            </w:r>
          </w:p>
        </w:tc>
      </w:tr>
      <w:tr w:rsidRPr="009C54AE" w:rsidR="0085747A" w:rsidTr="69ECBBB4" w14:paraId="73500969" w14:textId="77777777">
        <w:trPr>
          <w:trHeight w:val="397"/>
        </w:trPr>
        <w:tc>
          <w:tcPr>
            <w:tcW w:w="5000" w:type="pct"/>
          </w:tcPr>
          <w:p w:rsidR="004D170A" w:rsidP="009C54AE" w:rsidRDefault="0085747A" w14:paraId="6673F3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Pr="00235B78" w:rsidR="00235B78" w:rsidP="004D170A" w:rsidRDefault="00235B78" w14:paraId="095EA9CC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Świderska J. (red.), Współczesny system bankowy,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:rsidRPr="00235B78" w:rsidR="00235B78" w:rsidP="004D170A" w:rsidRDefault="00235B78" w14:paraId="0FA4A20C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-Drozdowska M., Jaworski W., Szelągowska A., Zawadzka Z., Bankowość. Instytucje. Operacje. Zarządzanie,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:rsidRPr="00235B78" w:rsidR="0085747A" w:rsidP="004D170A" w:rsidRDefault="00235B78" w14:paraId="39E95CE8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9C54AE" w:rsidR="00235B78" w:rsidP="69ECBBB4" w:rsidRDefault="6C47DB2C" w14:paraId="4BBC70EF" w14:textId="070726A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:rsidRPr="009C54AE" w:rsidR="00235B78" w:rsidP="69ECBBB4" w:rsidRDefault="32564719" w14:paraId="489E131D" w14:textId="324E17C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 xml:space="preserve">Urban D., </w:t>
            </w:r>
            <w:proofErr w:type="spellStart"/>
            <w:r w:rsidRPr="69ECBBB4">
              <w:rPr>
                <w:rFonts w:ascii="Corbel" w:hAnsi="Corbel"/>
                <w:b w:val="0"/>
                <w:smallCaps w:val="0"/>
              </w:rPr>
              <w:t>Finansyzacja</w:t>
            </w:r>
            <w:proofErr w:type="spellEnd"/>
            <w:r w:rsidRPr="69ECBBB4">
              <w:rPr>
                <w:rFonts w:ascii="Corbel" w:hAnsi="Corbel"/>
                <w:b w:val="0"/>
                <w:smallCaps w:val="0"/>
              </w:rPr>
              <w:t xml:space="preserve"> gospodark</w:t>
            </w:r>
            <w:r w:rsidRPr="69ECBBB4" w:rsidR="5A1C7C4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:rsidRPr="009C54AE" w:rsidR="0085747A" w:rsidP="009C54AE" w:rsidRDefault="0085747A" w14:paraId="608605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07E3E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634DF2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4A8" w:rsidP="00C16ABF" w:rsidRDefault="00E414A8" w14:paraId="678EAE7D" w14:textId="77777777">
      <w:pPr>
        <w:spacing w:after="0" w:line="240" w:lineRule="auto"/>
      </w:pPr>
      <w:r>
        <w:separator/>
      </w:r>
    </w:p>
  </w:endnote>
  <w:endnote w:type="continuationSeparator" w:id="0">
    <w:p w:rsidR="00E414A8" w:rsidP="00C16ABF" w:rsidRDefault="00E414A8" w14:paraId="1E88D8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4A8" w:rsidP="00C16ABF" w:rsidRDefault="00E414A8" w14:paraId="21F4BCD9" w14:textId="77777777">
      <w:pPr>
        <w:spacing w:after="0" w:line="240" w:lineRule="auto"/>
      </w:pPr>
      <w:r>
        <w:separator/>
      </w:r>
    </w:p>
  </w:footnote>
  <w:footnote w:type="continuationSeparator" w:id="0">
    <w:p w:rsidR="00E414A8" w:rsidP="00C16ABF" w:rsidRDefault="00E414A8" w14:paraId="50A0B02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408D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F3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41A4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07C86"/>
    <w:rsid w:val="00E129B8"/>
    <w:rsid w:val="00E21E7D"/>
    <w:rsid w:val="00E22FBC"/>
    <w:rsid w:val="00E24BF5"/>
    <w:rsid w:val="00E25338"/>
    <w:rsid w:val="00E414A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1BDE"/>
    <w:rsid w:val="00F27A7B"/>
    <w:rsid w:val="00F526AF"/>
    <w:rsid w:val="00F617C3"/>
    <w:rsid w:val="00F7066B"/>
    <w:rsid w:val="00F83B28"/>
    <w:rsid w:val="00F974DA"/>
    <w:rsid w:val="00FA26B4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80AAD23"/>
    <w:rsid w:val="0AB0421D"/>
    <w:rsid w:val="0F77050F"/>
    <w:rsid w:val="11836820"/>
    <w:rsid w:val="12343CC5"/>
    <w:rsid w:val="13AF7A2A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896C98"/>
    <w:rsid w:val="46272EAA"/>
    <w:rsid w:val="48C87C9D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0F7C8B2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0E704B"/>
  </w:style>
  <w:style w:type="character" w:styleId="spellingerror" w:customStyle="1">
    <w:name w:val="spellingerror"/>
    <w:basedOn w:val="Domylnaczcionkaakapitu"/>
    <w:rsid w:val="000E704B"/>
  </w:style>
  <w:style w:type="character" w:styleId="eop" w:customStyle="1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2EA006-44D7-49FF-AEA9-05A18817C7A4}"/>
</file>

<file path=customXml/itemProps4.xml><?xml version="1.0" encoding="utf-8"?>
<ds:datastoreItem xmlns:ds="http://schemas.openxmlformats.org/officeDocument/2006/customXml" ds:itemID="{5A1A4647-E33C-4F5E-90A7-0C8CB65F9B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37</revision>
  <lastPrinted>2019-02-06T13:12:00.0000000Z</lastPrinted>
  <dcterms:created xsi:type="dcterms:W3CDTF">2020-10-23T16:39:00.0000000Z</dcterms:created>
  <dcterms:modified xsi:type="dcterms:W3CDTF">2022-06-07T10:18:13.7695643Z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